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17A4">
        <w:rPr>
          <w:rFonts w:ascii="Arial" w:hAnsi="Arial" w:cs="Arial"/>
          <w:b/>
          <w:caps/>
          <w:sz w:val="28"/>
          <w:szCs w:val="28"/>
        </w:rPr>
        <w:t>837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817A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17A4">
              <w:rPr>
                <w:rFonts w:ascii="Arial" w:hAnsi="Arial" w:cs="Arial"/>
                <w:sz w:val="20"/>
                <w:szCs w:val="20"/>
              </w:rPr>
              <w:t>Solicita a pintura de sinalização de acesso à cadeirante no rebaixamento de calçada existente na Rua Alziro de Oliveira Santos, em área situada na região da citada via com a Rua José Guardia Sanches,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817A4">
        <w:rPr>
          <w:rFonts w:ascii="Arial" w:hAnsi="Arial" w:cs="Arial"/>
        </w:rPr>
        <w:t>à</w:t>
      </w:r>
      <w:r w:rsidR="000817A4" w:rsidRPr="000817A4">
        <w:rPr>
          <w:rFonts w:ascii="Arial" w:hAnsi="Arial" w:cs="Arial"/>
        </w:rPr>
        <w:t xml:space="preserve"> pintura de sinalização de acesso à cadeirante no rebaixamento de calçada existente na Rua Alziro de Oliveira Santos, em área situada na região da citada via com a Rua José Guardia Sanches, no Parque Califórnia.</w:t>
      </w:r>
    </w:p>
    <w:p w:rsidR="000817A4" w:rsidRDefault="000817A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817A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817A4">
        <w:rPr>
          <w:rFonts w:ascii="Arial" w:hAnsi="Arial" w:cs="Arial"/>
        </w:rPr>
        <w:t>4 de abril de 2018.</w:t>
      </w:r>
    </w:p>
    <w:p w:rsidR="000817A4" w:rsidRDefault="00081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17A4" w:rsidRDefault="00081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17A4" w:rsidRDefault="00081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17A4" w:rsidRPr="00A34F2C" w:rsidRDefault="000817A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817A4" w:rsidRDefault="000817A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817A4" w:rsidRDefault="000817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817A4" w:rsidRPr="000817A4" w:rsidRDefault="000817A4" w:rsidP="000817A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81968E3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0817A4" w:rsidRPr="000817A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4F6" w:rsidRDefault="009D24F6">
      <w:r>
        <w:separator/>
      </w:r>
    </w:p>
  </w:endnote>
  <w:endnote w:type="continuationSeparator" w:id="0">
    <w:p w:rsidR="009D24F6" w:rsidRDefault="009D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4F6" w:rsidRDefault="009D24F6">
      <w:r>
        <w:separator/>
      </w:r>
    </w:p>
  </w:footnote>
  <w:footnote w:type="continuationSeparator" w:id="0">
    <w:p w:rsidR="009D24F6" w:rsidRDefault="009D2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17A4">
      <w:rPr>
        <w:rFonts w:ascii="Arial" w:hAnsi="Arial" w:cs="Arial"/>
        <w:b/>
        <w:sz w:val="20"/>
        <w:szCs w:val="20"/>
        <w:u w:val="single"/>
      </w:rPr>
      <w:t>837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817A4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9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59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17A4" w:rsidRPr="00317C1A" w:rsidRDefault="000817A4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17A4"/>
    <w:rsid w:val="00086F0A"/>
    <w:rsid w:val="000921C3"/>
    <w:rsid w:val="00094490"/>
    <w:rsid w:val="000958D5"/>
    <w:rsid w:val="00097CAE"/>
    <w:rsid w:val="000D5951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24F6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3EF9-79BA-4A70-A9B1-AE446E2F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2018-04-02T12:23:00Z</cp:lastPrinted>
  <dcterms:created xsi:type="dcterms:W3CDTF">2018-04-02T12:23:00Z</dcterms:created>
  <dcterms:modified xsi:type="dcterms:W3CDTF">2018-04-02T12:23:00Z</dcterms:modified>
</cp:coreProperties>
</file>